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29119D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7F1DC9" w:rsidRPr="007F1DC9">
        <w:rPr>
          <w:rStyle w:val="Siln"/>
        </w:rPr>
        <w:t>Běšiny ON – oprava bytové části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1164A498" w:rsidR="00AC2CF0" w:rsidRPr="007308BA" w:rsidRDefault="007F1DC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869147703"/>
                <w:placeholder>
                  <w:docPart w:val="F50C074201F54630BD5264765105B31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2C305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1397803C" w:rsidR="00AC2CF0" w:rsidRPr="007308BA" w:rsidRDefault="007F1DC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686901827"/>
                <w:placeholder>
                  <w:docPart w:val="1166BC86F72545409120D2930899BB9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2C305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00401B6A" w:rsidR="009F392E" w:rsidRPr="00547BFB" w:rsidRDefault="008145D7" w:rsidP="00547BFB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547BF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690D25EA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90642B">
      <w:rPr>
        <w:szCs w:val="22"/>
      </w:rPr>
      <w:t>5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6A01002E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90642B">
      <w:rPr>
        <w:rStyle w:val="Zvraznn"/>
      </w:rPr>
      <w:t>2</w:t>
    </w:r>
    <w:r>
      <w:rPr>
        <w:rStyle w:val="Zvraznn"/>
      </w:rPr>
      <w:t>.2 a 2</w:t>
    </w:r>
    <w:r w:rsidR="0090642B">
      <w:rPr>
        <w:rStyle w:val="Zvraznn"/>
      </w:rPr>
      <w:t>2</w:t>
    </w:r>
    <w:r>
      <w:rPr>
        <w:rStyle w:val="Zvraznn"/>
      </w:rPr>
      <w:t>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059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7BFB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1DC9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22B81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B3FE7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D5BC7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50C074201F54630BD5264765105B3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EAF599-FDF1-4C88-A032-CBD02757A21F}"/>
      </w:docPartPr>
      <w:docPartBody>
        <w:p w:rsidR="00821F3C" w:rsidRDefault="00821F3C" w:rsidP="00821F3C">
          <w:pPr>
            <w:pStyle w:val="F50C074201F54630BD5264765105B31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1166BC86F72545409120D2930899BB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249C97-95BA-4497-A64C-2CA73856C833}"/>
      </w:docPartPr>
      <w:docPartBody>
        <w:p w:rsidR="00821F3C" w:rsidRDefault="00821F3C" w:rsidP="00821F3C">
          <w:pPr>
            <w:pStyle w:val="1166BC86F72545409120D2930899BB9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21F3C"/>
    <w:rsid w:val="0087094D"/>
    <w:rsid w:val="00B72819"/>
    <w:rsid w:val="00BE31C7"/>
    <w:rsid w:val="00C601C7"/>
    <w:rsid w:val="00DB3FE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1F3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50C074201F54630BD5264765105B31E">
    <w:name w:val="F50C074201F54630BD5264765105B31E"/>
    <w:rsid w:val="00821F3C"/>
    <w:rPr>
      <w:kern w:val="2"/>
      <w14:ligatures w14:val="standardContextual"/>
    </w:rPr>
  </w:style>
  <w:style w:type="paragraph" w:customStyle="1" w:styleId="1166BC86F72545409120D2930899BB9D">
    <w:name w:val="1166BC86F72545409120D2930899BB9D"/>
    <w:rsid w:val="00821F3C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A2D5A8-0A29-49AE-A0DC-B59389511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87</TotalTime>
  <Pages>1</Pages>
  <Words>463</Words>
  <Characters>2734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Kabátová Jana, Mgr.</cp:lastModifiedBy>
  <cp:revision>11</cp:revision>
  <cp:lastPrinted>2017-11-28T17:18:00Z</cp:lastPrinted>
  <dcterms:created xsi:type="dcterms:W3CDTF">2023-11-16T10:29:00Z</dcterms:created>
  <dcterms:modified xsi:type="dcterms:W3CDTF">2024-10-03T08:10:00Z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